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CD63C" w14:textId="5B8F9511" w:rsidR="00E85637" w:rsidRDefault="004E7AE8" w:rsidP="004E7AE8">
      <w:pPr>
        <w:framePr w:w="9582" w:h="2155" w:wrap="notBeside" w:vAnchor="page" w:hAnchor="page" w:x="1669" w:y="2449"/>
        <w:rPr>
          <w:szCs w:val="24"/>
        </w:rPr>
      </w:pPr>
      <w:r>
        <w:rPr>
          <w:szCs w:val="24"/>
        </w:rPr>
        <w:t xml:space="preserve">Hr Raul Kütt                                                                          Teie </w:t>
      </w:r>
      <w:r w:rsidR="00DF58B3" w:rsidRPr="00DF58B3">
        <w:rPr>
          <w:szCs w:val="24"/>
        </w:rPr>
        <w:t>27.09.2023 nr TA-7-3/23/26597</w:t>
      </w:r>
    </w:p>
    <w:p w14:paraId="4C3C7D96" w14:textId="38856D3F" w:rsidR="004E7AE8" w:rsidRDefault="004E7AE8" w:rsidP="004E7AE8">
      <w:pPr>
        <w:framePr w:w="9582" w:h="2155" w:wrap="notBeside" w:vAnchor="page" w:hAnchor="page" w:x="1669" w:y="2449"/>
        <w:rPr>
          <w:szCs w:val="24"/>
        </w:rPr>
      </w:pPr>
      <w:r>
        <w:rPr>
          <w:szCs w:val="24"/>
        </w:rPr>
        <w:t>KL Tartumaa malev</w:t>
      </w:r>
    </w:p>
    <w:p w14:paraId="73B3282F" w14:textId="4222ADF7" w:rsidR="004E7AE8" w:rsidRDefault="004E7AE8" w:rsidP="004E7AE8">
      <w:pPr>
        <w:framePr w:w="9582" w:h="2155" w:wrap="notBeside" w:vAnchor="page" w:hAnchor="page" w:x="1669" w:y="2449"/>
        <w:rPr>
          <w:szCs w:val="24"/>
        </w:rPr>
      </w:pPr>
      <w:r>
        <w:rPr>
          <w:szCs w:val="24"/>
        </w:rPr>
        <w:t xml:space="preserve">e-post: </w:t>
      </w:r>
      <w:hyperlink r:id="rId10" w:history="1">
        <w:r w:rsidRPr="00E36942">
          <w:rPr>
            <w:rStyle w:val="Hperlink"/>
            <w:szCs w:val="24"/>
          </w:rPr>
          <w:t>tartu@kaitseliit.ee</w:t>
        </w:r>
      </w:hyperlink>
      <w:r>
        <w:rPr>
          <w:szCs w:val="24"/>
        </w:rPr>
        <w:t xml:space="preserve">                                                       Meie </w:t>
      </w:r>
      <w:r w:rsidR="00455A99">
        <w:rPr>
          <w:szCs w:val="24"/>
        </w:rPr>
        <w:t xml:space="preserve">28.09.2023 nr </w:t>
      </w:r>
      <w:r w:rsidR="00BD0B8D" w:rsidRPr="00BD0B8D">
        <w:rPr>
          <w:szCs w:val="24"/>
        </w:rPr>
        <w:t>3-1.1/2023/6003</w:t>
      </w:r>
    </w:p>
    <w:p w14:paraId="5594E75B" w14:textId="64017564" w:rsidR="004E7AE8" w:rsidRDefault="00B3413A" w:rsidP="004E7AE8">
      <w:pPr>
        <w:framePr w:w="9582" w:h="2155" w:wrap="notBeside" w:vAnchor="page" w:hAnchor="page" w:x="1669" w:y="2449"/>
        <w:rPr>
          <w:szCs w:val="24"/>
        </w:rPr>
      </w:pPr>
      <w:hyperlink r:id="rId11" w:history="1">
        <w:r w:rsidRPr="00233EA0">
          <w:rPr>
            <w:rStyle w:val="Hperlink"/>
            <w:szCs w:val="24"/>
          </w:rPr>
          <w:t>roman.kaljuorg@kaitseliit.ee</w:t>
        </w:r>
      </w:hyperlink>
    </w:p>
    <w:p w14:paraId="7E38E8A2" w14:textId="77777777" w:rsidR="00B3413A" w:rsidRDefault="00B3413A" w:rsidP="004E7AE8">
      <w:pPr>
        <w:framePr w:w="9582" w:h="2155" w:wrap="notBeside" w:vAnchor="page" w:hAnchor="page" w:x="1669" w:y="2449"/>
        <w:rPr>
          <w:szCs w:val="24"/>
        </w:rPr>
      </w:pPr>
    </w:p>
    <w:p w14:paraId="725B5C4F" w14:textId="77777777" w:rsidR="004E7AE8" w:rsidRDefault="004E7AE8" w:rsidP="004E7AE8">
      <w:pPr>
        <w:framePr w:w="9582" w:h="2155" w:wrap="notBeside" w:vAnchor="page" w:hAnchor="page" w:x="1669" w:y="2449"/>
        <w:rPr>
          <w:szCs w:val="24"/>
        </w:rPr>
      </w:pPr>
    </w:p>
    <w:p w14:paraId="22AF32C6" w14:textId="77777777" w:rsidR="00F85339" w:rsidRDefault="004E7AE8" w:rsidP="004E7AE8">
      <w:pPr>
        <w:framePr w:w="9582" w:h="2155" w:wrap="notBeside" w:vAnchor="page" w:hAnchor="page" w:x="1669" w:y="2449"/>
        <w:rPr>
          <w:szCs w:val="24"/>
        </w:rPr>
      </w:pPr>
      <w:r>
        <w:rPr>
          <w:szCs w:val="24"/>
        </w:rPr>
        <w:t>Riigikaitselise õppuse kooskõlastamine</w:t>
      </w:r>
      <w:r w:rsidR="00F85339">
        <w:rPr>
          <w:szCs w:val="24"/>
        </w:rPr>
        <w:t xml:space="preserve"> /</w:t>
      </w:r>
    </w:p>
    <w:p w14:paraId="4C300750" w14:textId="0C1B7738" w:rsidR="004E7AE8" w:rsidRPr="004E7AE8" w:rsidRDefault="00F85339" w:rsidP="004E7AE8">
      <w:pPr>
        <w:framePr w:w="9582" w:h="2155" w:wrap="notBeside" w:vAnchor="page" w:hAnchor="page" w:x="1669" w:y="2449"/>
        <w:rPr>
          <w:szCs w:val="24"/>
        </w:rPr>
      </w:pPr>
      <w:r>
        <w:rPr>
          <w:szCs w:val="24"/>
        </w:rPr>
        <w:t>KL Tartu malev</w:t>
      </w:r>
      <w:r w:rsidR="008336F9">
        <w:rPr>
          <w:szCs w:val="24"/>
        </w:rPr>
        <w:t>-Tuulemäe</w:t>
      </w:r>
    </w:p>
    <w:p w14:paraId="0237D6FC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04C51D4" wp14:editId="6AEC1AC3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EABDDB" w14:textId="23B3BE2C" w:rsidR="00BF346A" w:rsidRPr="00A92AE3" w:rsidRDefault="00BF346A" w:rsidP="00A92AE3">
      <w:pPr>
        <w:rPr>
          <w:szCs w:val="24"/>
        </w:rPr>
      </w:pPr>
    </w:p>
    <w:p w14:paraId="487D5D80" w14:textId="0CFA5FB4" w:rsidR="00DD0F19" w:rsidRPr="00F85339" w:rsidRDefault="00F85339" w:rsidP="00F85339">
      <w:pPr>
        <w:jc w:val="both"/>
        <w:rPr>
          <w:szCs w:val="24"/>
        </w:rPr>
      </w:pPr>
      <w:r>
        <w:rPr>
          <w:szCs w:val="24"/>
        </w:rPr>
        <w:t>Esitatud teatisest lähtuvalt, kooskõlastan riigikaitselise õppuse  läbiviimise  RMK hallatav</w:t>
      </w:r>
      <w:r w:rsidR="008336F9">
        <w:rPr>
          <w:szCs w:val="24"/>
        </w:rPr>
        <w:t>al</w:t>
      </w:r>
      <w:r>
        <w:rPr>
          <w:szCs w:val="24"/>
        </w:rPr>
        <w:t xml:space="preserve"> Erastvere metskond </w:t>
      </w:r>
      <w:r w:rsidR="00455A99">
        <w:rPr>
          <w:szCs w:val="24"/>
        </w:rPr>
        <w:t>360</w:t>
      </w:r>
      <w:r>
        <w:rPr>
          <w:szCs w:val="24"/>
        </w:rPr>
        <w:t xml:space="preserve">  maaüksustel. Õppuste periood </w:t>
      </w:r>
      <w:r w:rsidR="00733BC3">
        <w:rPr>
          <w:szCs w:val="24"/>
        </w:rPr>
        <w:t>30</w:t>
      </w:r>
      <w:r>
        <w:rPr>
          <w:szCs w:val="24"/>
        </w:rPr>
        <w:t>.</w:t>
      </w:r>
      <w:r w:rsidR="00733BC3">
        <w:rPr>
          <w:szCs w:val="24"/>
        </w:rPr>
        <w:t>09.</w:t>
      </w:r>
      <w:r>
        <w:rPr>
          <w:szCs w:val="24"/>
        </w:rPr>
        <w:t>-</w:t>
      </w:r>
      <w:r w:rsidR="00733BC3">
        <w:rPr>
          <w:szCs w:val="24"/>
        </w:rPr>
        <w:t>07</w:t>
      </w:r>
      <w:r>
        <w:rPr>
          <w:szCs w:val="24"/>
        </w:rPr>
        <w:t>.</w:t>
      </w:r>
      <w:r w:rsidR="002874BE">
        <w:rPr>
          <w:szCs w:val="24"/>
        </w:rPr>
        <w:t>1</w:t>
      </w:r>
      <w:r>
        <w:rPr>
          <w:szCs w:val="24"/>
        </w:rPr>
        <w:t xml:space="preserve">0.2023. </w:t>
      </w:r>
    </w:p>
    <w:p w14:paraId="6F5C6291" w14:textId="77777777" w:rsidR="00A30586" w:rsidRDefault="00A30586" w:rsidP="00DD0F19">
      <w:pPr>
        <w:rPr>
          <w:szCs w:val="24"/>
        </w:rPr>
      </w:pPr>
    </w:p>
    <w:p w14:paraId="5E79626F" w14:textId="77777777" w:rsidR="00A30586" w:rsidRDefault="00A30586" w:rsidP="00DD0F19">
      <w:pPr>
        <w:rPr>
          <w:szCs w:val="24"/>
        </w:rPr>
      </w:pPr>
    </w:p>
    <w:p w14:paraId="0C78D696" w14:textId="463E48BD" w:rsidR="00DD0F19" w:rsidRPr="00A92AE3" w:rsidRDefault="00DD0F19" w:rsidP="00DD0F19">
      <w:pPr>
        <w:rPr>
          <w:szCs w:val="24"/>
        </w:rPr>
      </w:pPr>
      <w:r w:rsidRPr="00A92AE3">
        <w:rPr>
          <w:szCs w:val="24"/>
        </w:rP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 w:rsidRPr="00A92AE3">
        <w:rPr>
          <w:szCs w:val="24"/>
        </w:rPr>
        <w:instrText xml:space="preserve"> FORMTEXT </w:instrText>
      </w:r>
      <w:r w:rsidRPr="00A92AE3">
        <w:rPr>
          <w:szCs w:val="24"/>
        </w:rPr>
      </w:r>
      <w:r w:rsidRPr="00A92AE3">
        <w:rPr>
          <w:szCs w:val="24"/>
        </w:rPr>
        <w:fldChar w:fldCharType="separate"/>
      </w:r>
      <w:r w:rsidRPr="00A92AE3">
        <w:rPr>
          <w:noProof/>
          <w:szCs w:val="24"/>
        </w:rPr>
        <w:t>Lugupidamisega</w:t>
      </w:r>
      <w:r w:rsidRPr="00A92AE3">
        <w:rPr>
          <w:szCs w:val="24"/>
        </w:rPr>
        <w:fldChar w:fldCharType="end"/>
      </w:r>
    </w:p>
    <w:p w14:paraId="12CCFF3A" w14:textId="77777777" w:rsidR="00DD0F19" w:rsidRPr="00A92AE3" w:rsidRDefault="00DD0F19" w:rsidP="00DD0F19">
      <w:pPr>
        <w:rPr>
          <w:szCs w:val="24"/>
        </w:rPr>
      </w:pPr>
    </w:p>
    <w:p w14:paraId="5D681987" w14:textId="77777777" w:rsidR="00DD0F19" w:rsidRPr="00A92AE3" w:rsidRDefault="00DD0F19" w:rsidP="00DD0F19">
      <w:pPr>
        <w:rPr>
          <w:szCs w:val="24"/>
        </w:rPr>
      </w:pPr>
    </w:p>
    <w:p w14:paraId="7DA8387D" w14:textId="77777777" w:rsidR="00DD0F19" w:rsidRPr="00A92AE3" w:rsidRDefault="00DD0F19" w:rsidP="00DD0F19">
      <w:pPr>
        <w:rPr>
          <w:spacing w:val="0"/>
          <w:position w:val="0"/>
          <w:szCs w:val="24"/>
        </w:rPr>
      </w:pPr>
      <w:r w:rsidRPr="00A92AE3">
        <w:rPr>
          <w:spacing w:val="0"/>
          <w:position w:val="0"/>
          <w:szCs w:val="24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bookmarkStart w:id="0" w:name="Dropdown9"/>
      <w:r w:rsidRPr="00A92AE3">
        <w:rPr>
          <w:spacing w:val="0"/>
          <w:position w:val="0"/>
          <w:szCs w:val="24"/>
        </w:rPr>
        <w:instrText xml:space="preserve"> FORMDROPDOWN </w:instrText>
      </w:r>
      <w:r w:rsidR="00000000">
        <w:rPr>
          <w:spacing w:val="0"/>
          <w:position w:val="0"/>
          <w:szCs w:val="24"/>
        </w:rPr>
      </w:r>
      <w:r w:rsidR="00000000">
        <w:rPr>
          <w:spacing w:val="0"/>
          <w:position w:val="0"/>
          <w:szCs w:val="24"/>
        </w:rPr>
        <w:fldChar w:fldCharType="separate"/>
      </w:r>
      <w:r w:rsidRPr="00A92AE3">
        <w:rPr>
          <w:spacing w:val="0"/>
          <w:position w:val="0"/>
          <w:szCs w:val="24"/>
        </w:rPr>
        <w:fldChar w:fldCharType="end"/>
      </w:r>
      <w:bookmarkEnd w:id="0"/>
    </w:p>
    <w:p w14:paraId="398C1B8E" w14:textId="77777777" w:rsidR="00DD0F19" w:rsidRPr="00A92AE3" w:rsidRDefault="00DD0F19" w:rsidP="00DD0F19">
      <w:pPr>
        <w:rPr>
          <w:szCs w:val="24"/>
        </w:rPr>
      </w:pPr>
    </w:p>
    <w:p w14:paraId="3782E50D" w14:textId="1063D338" w:rsidR="00DD0F19" w:rsidRPr="00A92AE3" w:rsidRDefault="00602BB8" w:rsidP="00DD0F19">
      <w:pPr>
        <w:rPr>
          <w:szCs w:val="24"/>
        </w:rPr>
      </w:pPr>
      <w:r>
        <w:rPr>
          <w:szCs w:val="24"/>
        </w:rPr>
        <w:t>Tiit Timberg</w:t>
      </w:r>
    </w:p>
    <w:p w14:paraId="3399FA31" w14:textId="3412902C" w:rsidR="00DD0F19" w:rsidRPr="00A92AE3" w:rsidRDefault="006F535C" w:rsidP="00DD0F19">
      <w:pPr>
        <w:rPr>
          <w:szCs w:val="24"/>
        </w:rPr>
      </w:pPr>
      <w:r>
        <w:rPr>
          <w:szCs w:val="24"/>
        </w:rPr>
        <w:t>Põlvamaa metsaülem</w:t>
      </w:r>
    </w:p>
    <w:sectPr w:rsidR="00DD0F19" w:rsidRPr="00A92AE3" w:rsidSect="00DD0F19">
      <w:footerReference w:type="default" r:id="rId13"/>
      <w:headerReference w:type="first" r:id="rId14"/>
      <w:footerReference w:type="first" r:id="rId15"/>
      <w:pgSz w:w="11906" w:h="16838" w:code="9"/>
      <w:pgMar w:top="3062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99746" w14:textId="77777777" w:rsidR="00CA5B20" w:rsidRDefault="00CA5B20">
      <w:r>
        <w:separator/>
      </w:r>
    </w:p>
  </w:endnote>
  <w:endnote w:type="continuationSeparator" w:id="0">
    <w:p w14:paraId="74CC806D" w14:textId="77777777" w:rsidR="00CA5B20" w:rsidRDefault="00CA5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D2F1B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5DF23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6FE47" w14:textId="77777777" w:rsidR="00CA5B20" w:rsidRDefault="00CA5B20">
      <w:r>
        <w:separator/>
      </w:r>
    </w:p>
  </w:footnote>
  <w:footnote w:type="continuationSeparator" w:id="0">
    <w:p w14:paraId="70569C87" w14:textId="77777777" w:rsidR="00CA5B20" w:rsidRDefault="00CA5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68EE4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51BC6A5E"/>
    <w:multiLevelType w:val="hybridMultilevel"/>
    <w:tmpl w:val="ACFCB7AC"/>
    <w:lvl w:ilvl="0" w:tplc="0425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209520358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FE6"/>
    <w:rsid w:val="00003C48"/>
    <w:rsid w:val="000222AC"/>
    <w:rsid w:val="00047D95"/>
    <w:rsid w:val="00057FC6"/>
    <w:rsid w:val="000847DF"/>
    <w:rsid w:val="00094B9A"/>
    <w:rsid w:val="000A070E"/>
    <w:rsid w:val="000B2F3D"/>
    <w:rsid w:val="000C29D4"/>
    <w:rsid w:val="000C776D"/>
    <w:rsid w:val="000D31BC"/>
    <w:rsid w:val="000E18FE"/>
    <w:rsid w:val="00110967"/>
    <w:rsid w:val="00140924"/>
    <w:rsid w:val="0014109D"/>
    <w:rsid w:val="001507FB"/>
    <w:rsid w:val="0015432F"/>
    <w:rsid w:val="00162FE6"/>
    <w:rsid w:val="00163371"/>
    <w:rsid w:val="00173EE0"/>
    <w:rsid w:val="001811A3"/>
    <w:rsid w:val="00187A2D"/>
    <w:rsid w:val="001956F4"/>
    <w:rsid w:val="001A0151"/>
    <w:rsid w:val="001D139F"/>
    <w:rsid w:val="001D3A73"/>
    <w:rsid w:val="001E574A"/>
    <w:rsid w:val="001F41CB"/>
    <w:rsid w:val="00217F65"/>
    <w:rsid w:val="00231DFB"/>
    <w:rsid w:val="00236BEC"/>
    <w:rsid w:val="00254B21"/>
    <w:rsid w:val="00265DC6"/>
    <w:rsid w:val="002673D0"/>
    <w:rsid w:val="002874BE"/>
    <w:rsid w:val="002A519D"/>
    <w:rsid w:val="002C4B93"/>
    <w:rsid w:val="003169A8"/>
    <w:rsid w:val="00324BFD"/>
    <w:rsid w:val="00326150"/>
    <w:rsid w:val="003306D3"/>
    <w:rsid w:val="00334670"/>
    <w:rsid w:val="003360FA"/>
    <w:rsid w:val="00356C40"/>
    <w:rsid w:val="003901F8"/>
    <w:rsid w:val="003976C0"/>
    <w:rsid w:val="003A08B0"/>
    <w:rsid w:val="003A3A4B"/>
    <w:rsid w:val="003A49E0"/>
    <w:rsid w:val="003E227F"/>
    <w:rsid w:val="003F45EB"/>
    <w:rsid w:val="00415631"/>
    <w:rsid w:val="004164CC"/>
    <w:rsid w:val="00417CED"/>
    <w:rsid w:val="004331CD"/>
    <w:rsid w:val="0043549B"/>
    <w:rsid w:val="00436506"/>
    <w:rsid w:val="00452C39"/>
    <w:rsid w:val="00455A99"/>
    <w:rsid w:val="00462330"/>
    <w:rsid w:val="00491E34"/>
    <w:rsid w:val="00494B56"/>
    <w:rsid w:val="00496BD9"/>
    <w:rsid w:val="004E7AE8"/>
    <w:rsid w:val="0054561B"/>
    <w:rsid w:val="00590B43"/>
    <w:rsid w:val="005A02B4"/>
    <w:rsid w:val="005F3F02"/>
    <w:rsid w:val="00602BB8"/>
    <w:rsid w:val="006120AA"/>
    <w:rsid w:val="00615B27"/>
    <w:rsid w:val="0062134F"/>
    <w:rsid w:val="00662F08"/>
    <w:rsid w:val="00665070"/>
    <w:rsid w:val="00687C3A"/>
    <w:rsid w:val="006A3BE7"/>
    <w:rsid w:val="006C2CE9"/>
    <w:rsid w:val="006C4AE6"/>
    <w:rsid w:val="006D09C0"/>
    <w:rsid w:val="006F535C"/>
    <w:rsid w:val="00704BBF"/>
    <w:rsid w:val="00714736"/>
    <w:rsid w:val="00715744"/>
    <w:rsid w:val="00733BC3"/>
    <w:rsid w:val="00747222"/>
    <w:rsid w:val="00761C33"/>
    <w:rsid w:val="007712F4"/>
    <w:rsid w:val="00775C33"/>
    <w:rsid w:val="007A53F6"/>
    <w:rsid w:val="007B7275"/>
    <w:rsid w:val="007C6113"/>
    <w:rsid w:val="007C6171"/>
    <w:rsid w:val="007D2AFC"/>
    <w:rsid w:val="007E0D20"/>
    <w:rsid w:val="007F482F"/>
    <w:rsid w:val="007F68A8"/>
    <w:rsid w:val="00802E86"/>
    <w:rsid w:val="00806C7D"/>
    <w:rsid w:val="008105DA"/>
    <w:rsid w:val="008317CA"/>
    <w:rsid w:val="008336F9"/>
    <w:rsid w:val="00835ECC"/>
    <w:rsid w:val="00845FCB"/>
    <w:rsid w:val="00847875"/>
    <w:rsid w:val="008522DA"/>
    <w:rsid w:val="00872AC9"/>
    <w:rsid w:val="008B1038"/>
    <w:rsid w:val="008C0A3A"/>
    <w:rsid w:val="00906DBD"/>
    <w:rsid w:val="00927729"/>
    <w:rsid w:val="00953B4D"/>
    <w:rsid w:val="0096018E"/>
    <w:rsid w:val="00987AE6"/>
    <w:rsid w:val="009D3F3A"/>
    <w:rsid w:val="009D489B"/>
    <w:rsid w:val="00A05905"/>
    <w:rsid w:val="00A122D0"/>
    <w:rsid w:val="00A12A1C"/>
    <w:rsid w:val="00A14112"/>
    <w:rsid w:val="00A30586"/>
    <w:rsid w:val="00A30913"/>
    <w:rsid w:val="00A31F36"/>
    <w:rsid w:val="00A40FD2"/>
    <w:rsid w:val="00A65E77"/>
    <w:rsid w:val="00A92AE3"/>
    <w:rsid w:val="00A9445B"/>
    <w:rsid w:val="00AA6DA9"/>
    <w:rsid w:val="00AC2B77"/>
    <w:rsid w:val="00AC32BD"/>
    <w:rsid w:val="00AC353A"/>
    <w:rsid w:val="00AF601B"/>
    <w:rsid w:val="00B03EAF"/>
    <w:rsid w:val="00B3413A"/>
    <w:rsid w:val="00B50D3B"/>
    <w:rsid w:val="00B5470C"/>
    <w:rsid w:val="00B70049"/>
    <w:rsid w:val="00B7608B"/>
    <w:rsid w:val="00B96905"/>
    <w:rsid w:val="00BD0B8D"/>
    <w:rsid w:val="00BD6F46"/>
    <w:rsid w:val="00BF0803"/>
    <w:rsid w:val="00BF346A"/>
    <w:rsid w:val="00C02FDC"/>
    <w:rsid w:val="00C14963"/>
    <w:rsid w:val="00C252A1"/>
    <w:rsid w:val="00C32B5E"/>
    <w:rsid w:val="00C36370"/>
    <w:rsid w:val="00C52479"/>
    <w:rsid w:val="00C5603A"/>
    <w:rsid w:val="00C66649"/>
    <w:rsid w:val="00C67247"/>
    <w:rsid w:val="00CA5B20"/>
    <w:rsid w:val="00CB2CD8"/>
    <w:rsid w:val="00CC1542"/>
    <w:rsid w:val="00CE10F3"/>
    <w:rsid w:val="00CE4D0D"/>
    <w:rsid w:val="00CF0857"/>
    <w:rsid w:val="00D06D60"/>
    <w:rsid w:val="00D24EB6"/>
    <w:rsid w:val="00D43916"/>
    <w:rsid w:val="00D65564"/>
    <w:rsid w:val="00D65FAA"/>
    <w:rsid w:val="00DA0D21"/>
    <w:rsid w:val="00DB7F5B"/>
    <w:rsid w:val="00DD0F19"/>
    <w:rsid w:val="00DD38D0"/>
    <w:rsid w:val="00DE6454"/>
    <w:rsid w:val="00DF568E"/>
    <w:rsid w:val="00DF58B3"/>
    <w:rsid w:val="00E800C2"/>
    <w:rsid w:val="00E85637"/>
    <w:rsid w:val="00EC5BAE"/>
    <w:rsid w:val="00ED2C5B"/>
    <w:rsid w:val="00EE146A"/>
    <w:rsid w:val="00EF14AE"/>
    <w:rsid w:val="00F04FCF"/>
    <w:rsid w:val="00F057C7"/>
    <w:rsid w:val="00F14024"/>
    <w:rsid w:val="00F25C4D"/>
    <w:rsid w:val="00F85339"/>
    <w:rsid w:val="00F94062"/>
    <w:rsid w:val="00F9568A"/>
    <w:rsid w:val="00F96171"/>
    <w:rsid w:val="00FD2770"/>
    <w:rsid w:val="00FD6D4D"/>
    <w:rsid w:val="00FF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E021F1"/>
  <w15:docId w15:val="{AC7765CE-8E29-40DA-ACA4-88836DB3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DD0F19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A30586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003C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oman.kaljuorg@kaitseliit.ee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mailto:tartu@kaitseliit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et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110</TotalTime>
  <Pages>1</Pages>
  <Words>102</Words>
  <Characters>598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699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2016(TM) file templates</dc:subject>
  <dc:creator>Ene Timberg</dc:creator>
  <dc:description>Ver 6.0, 11.2018</dc:description>
  <cp:lastModifiedBy>Tiit Timberg</cp:lastModifiedBy>
  <cp:revision>138</cp:revision>
  <cp:lastPrinted>2023-04-17T08:29:00Z</cp:lastPrinted>
  <dcterms:created xsi:type="dcterms:W3CDTF">2023-02-13T11:41:00Z</dcterms:created>
  <dcterms:modified xsi:type="dcterms:W3CDTF">2023-09-28T08:05:00Z</dcterms:modified>
</cp:coreProperties>
</file>